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5C0D2D8E"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A5075A">
        <w:rPr>
          <w:rStyle w:val="Strong"/>
          <w:lang w:val="en-GB"/>
        </w:rPr>
        <w:t>23-SS001-24</w:t>
      </w:r>
    </w:p>
    <w:p w14:paraId="0D0991EE" w14:textId="77777777" w:rsidR="00DA672F" w:rsidRDefault="008857C5" w:rsidP="00DA672F">
      <w:pPr>
        <w:pStyle w:val="Heading3"/>
        <w:rPr>
          <w:lang w:eastAsia="ko-KR"/>
        </w:rPr>
      </w:pPr>
      <w:bookmarkStart w:id="4" w:name="_GoBack"/>
      <w:bookmarkEnd w:id="4"/>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18AED11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02860" w14:textId="77777777" w:rsidR="00B02C6B" w:rsidRDefault="00B02C6B">
      <w:r>
        <w:separator/>
      </w:r>
    </w:p>
  </w:endnote>
  <w:endnote w:type="continuationSeparator" w:id="0">
    <w:p w14:paraId="65F6B6A9" w14:textId="77777777" w:rsidR="00B02C6B" w:rsidRDefault="00B02C6B">
      <w:r>
        <w:continuationSeparator/>
      </w:r>
    </w:p>
  </w:endnote>
  <w:endnote w:type="continuationNotice" w:id="1">
    <w:p w14:paraId="23022873" w14:textId="77777777" w:rsidR="00B02C6B" w:rsidRDefault="00B02C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8D015CB" w:rsidR="00133D55" w:rsidRDefault="00133D55" w:rsidP="004878F3">
    <w:pPr>
      <w:pStyle w:val="Footer"/>
    </w:pPr>
    <w:r>
      <w:fldChar w:fldCharType="begin"/>
    </w:r>
    <w:r>
      <w:instrText xml:space="preserve"> DATE \@ "yyyy-MM-dd" </w:instrText>
    </w:r>
    <w:r>
      <w:fldChar w:fldCharType="separate"/>
    </w:r>
    <w:r w:rsidR="00A5075A">
      <w:rPr>
        <w:noProof/>
      </w:rPr>
      <w:t>2024-05-16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EF8A6" w14:textId="77777777" w:rsidR="00B02C6B" w:rsidRDefault="00B02C6B">
      <w:r>
        <w:separator/>
      </w:r>
    </w:p>
  </w:footnote>
  <w:footnote w:type="continuationSeparator" w:id="0">
    <w:p w14:paraId="5D4214E5" w14:textId="77777777" w:rsidR="00B02C6B" w:rsidRDefault="00B02C6B">
      <w:r>
        <w:continuationSeparator/>
      </w:r>
    </w:p>
  </w:footnote>
  <w:footnote w:type="continuationNotice" w:id="1">
    <w:p w14:paraId="694F568B" w14:textId="77777777" w:rsidR="00B02C6B" w:rsidRDefault="00B02C6B"/>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55D4ECDA"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A5075A">
      <w:rPr>
        <w:rFonts w:asciiTheme="minorHAnsi" w:hAnsiTheme="minorHAnsi" w:cs="Calibri"/>
        <w:sz w:val="20"/>
      </w:rPr>
      <w:t>23-SS001-24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075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C6B"/>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7D2793E-AEF4-4424-B212-79BBA0C91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1008</Words>
  <Characters>5749</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PD Principal</cp:lastModifiedBy>
  <cp:revision>4</cp:revision>
  <cp:lastPrinted>2013-10-18T08:32:00Z</cp:lastPrinted>
  <dcterms:created xsi:type="dcterms:W3CDTF">2020-07-06T12:43:00Z</dcterms:created>
  <dcterms:modified xsi:type="dcterms:W3CDTF">2024-05-16T02:42:00Z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